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F3EB" w14:textId="5BFCD368" w:rsidR="0034221B" w:rsidRPr="0044170D" w:rsidRDefault="0044170D" w:rsidP="002F322D">
      <w:pPr>
        <w:pBdr>
          <w:bottom w:val="single" w:sz="4" w:space="2" w:color="auto"/>
        </w:pBdr>
        <w:spacing w:line="276" w:lineRule="auto"/>
        <w:jc w:val="both"/>
        <w:rPr>
          <w:rFonts w:ascii="QuadraatOTHead-Bold" w:hAnsi="QuadraatOTHead-Bold" w:cstheme="minorBidi"/>
          <w:sz w:val="24"/>
          <w:szCs w:val="28"/>
          <w:lang w:val="en-US"/>
        </w:rPr>
      </w:pPr>
      <w:r>
        <w:rPr>
          <w:rFonts w:ascii="QuadraatOTHead-Bold" w:hAnsi="QuadraatOTHead-Bold" w:cstheme="minorBidi"/>
          <w:sz w:val="24"/>
          <w:szCs w:val="28"/>
          <w:lang w:val="en-US"/>
        </w:rPr>
        <w:t>Live-</w:t>
      </w:r>
      <w:proofErr w:type="spellStart"/>
      <w:r w:rsidR="00CB3A31" w:rsidRPr="0044170D">
        <w:rPr>
          <w:rFonts w:ascii="QuadraatOTHead-Bold" w:hAnsi="QuadraatOTHead-Bold" w:cstheme="minorBidi"/>
          <w:sz w:val="24"/>
          <w:szCs w:val="28"/>
          <w:lang w:val="en-US"/>
        </w:rPr>
        <w:t>Klaviermusik</w:t>
      </w:r>
      <w:proofErr w:type="spellEnd"/>
      <w:r>
        <w:rPr>
          <w:rFonts w:ascii="QuadraatOTHead-Bold" w:hAnsi="QuadraatOTHead-Bold" w:cstheme="minorBidi"/>
          <w:sz w:val="24"/>
          <w:szCs w:val="28"/>
          <w:lang w:val="en-US"/>
        </w:rPr>
        <w:t xml:space="preserve"> </w:t>
      </w:r>
      <w:proofErr w:type="spellStart"/>
      <w:r>
        <w:rPr>
          <w:rFonts w:ascii="QuadraatOTHead-Bold" w:hAnsi="QuadraatOTHead-Bold" w:cstheme="minorBidi"/>
          <w:sz w:val="24"/>
          <w:szCs w:val="28"/>
          <w:lang w:val="en-US"/>
        </w:rPr>
        <w:t>im</w:t>
      </w:r>
      <w:proofErr w:type="spellEnd"/>
      <w:r>
        <w:rPr>
          <w:rFonts w:ascii="QuadraatOTHead-Bold" w:hAnsi="QuadraatOTHead-Bold" w:cstheme="minorBidi"/>
          <w:sz w:val="24"/>
          <w:szCs w:val="28"/>
          <w:lang w:val="en-US"/>
        </w:rPr>
        <w:t xml:space="preserve"> </w:t>
      </w:r>
      <w:r w:rsidR="00CB3A31" w:rsidRPr="0044170D">
        <w:rPr>
          <w:rFonts w:ascii="QuadraatOTHead-Bold" w:hAnsi="QuadraatOTHead-Bold" w:cstheme="minorBidi"/>
          <w:sz w:val="24"/>
          <w:szCs w:val="28"/>
          <w:lang w:val="en-US"/>
        </w:rPr>
        <w:t>Grand Tirolia Kitzbühel</w:t>
      </w:r>
    </w:p>
    <w:p w14:paraId="6DAE6F5C" w14:textId="783D012D" w:rsidR="0034221B" w:rsidRPr="0044170D" w:rsidRDefault="0044170D" w:rsidP="002F322D">
      <w:pPr>
        <w:spacing w:after="160" w:line="276" w:lineRule="auto"/>
        <w:jc w:val="both"/>
        <w:rPr>
          <w:rFonts w:ascii="QuadraatOTHead-Bold" w:hAnsi="QuadraatOTHead-Bold" w:cstheme="minorBidi"/>
        </w:rPr>
      </w:pPr>
      <w:r w:rsidRPr="0044170D">
        <w:rPr>
          <w:rFonts w:ascii="QuadraatOTHead-Bold" w:hAnsi="QuadraatOTHead-Bold" w:cstheme="minorBidi"/>
        </w:rPr>
        <w:t>Nicolai Jan Hübner begeistert mit Piano Chill-Out-Songs.</w:t>
      </w:r>
    </w:p>
    <w:p w14:paraId="76530A3C" w14:textId="072EDD0F" w:rsidR="00094968" w:rsidRPr="0044170D" w:rsidRDefault="00CB3A31" w:rsidP="002F322D">
      <w:pPr>
        <w:spacing w:after="240" w:line="276" w:lineRule="auto"/>
        <w:jc w:val="both"/>
        <w:rPr>
          <w:rFonts w:ascii="QuadraatOTHead-Light" w:hAnsi="QuadraatOTHead-Light"/>
          <w:i/>
          <w:iCs/>
        </w:rPr>
      </w:pPr>
      <w:r w:rsidRPr="0044170D">
        <w:rPr>
          <w:rFonts w:ascii="QuadraatOTHead-Light" w:hAnsi="QuadraatOTHead-Light"/>
          <w:i/>
          <w:iCs/>
        </w:rPr>
        <w:t>08</w:t>
      </w:r>
      <w:r w:rsidR="000F5F8E" w:rsidRPr="0044170D">
        <w:rPr>
          <w:rFonts w:ascii="QuadraatOTHead-Light" w:hAnsi="QuadraatOTHead-Light"/>
          <w:i/>
          <w:iCs/>
        </w:rPr>
        <w:t>.</w:t>
      </w:r>
      <w:r w:rsidRPr="0044170D">
        <w:rPr>
          <w:rFonts w:ascii="QuadraatOTHead-Light" w:hAnsi="QuadraatOTHead-Light"/>
          <w:i/>
          <w:iCs/>
        </w:rPr>
        <w:t>02</w:t>
      </w:r>
      <w:r w:rsidR="000F5F8E" w:rsidRPr="0044170D">
        <w:rPr>
          <w:rFonts w:ascii="QuadraatOTHead-Light" w:hAnsi="QuadraatOTHead-Light"/>
          <w:i/>
          <w:iCs/>
        </w:rPr>
        <w:t>.202</w:t>
      </w:r>
      <w:r w:rsidR="004939C5" w:rsidRPr="0044170D">
        <w:rPr>
          <w:rFonts w:ascii="QuadraatOTHead-Light" w:hAnsi="QuadraatOTHead-Light"/>
          <w:i/>
          <w:iCs/>
        </w:rPr>
        <w:t>3</w:t>
      </w:r>
      <w:r w:rsidR="0034221B" w:rsidRPr="0044170D">
        <w:rPr>
          <w:rFonts w:ascii="QuadraatOTHead-Light" w:hAnsi="QuadraatOTHead-Light"/>
          <w:i/>
          <w:iCs/>
        </w:rPr>
        <w:t xml:space="preserve"> /</w:t>
      </w:r>
      <w:r w:rsidR="00933F47" w:rsidRPr="0044170D">
        <w:rPr>
          <w:rFonts w:ascii="QuadraatOTHead-Light" w:hAnsi="QuadraatOTHead-Light"/>
          <w:i/>
          <w:iCs/>
        </w:rPr>
        <w:t xml:space="preserve"> </w:t>
      </w:r>
      <w:r w:rsidRPr="0044170D">
        <w:rPr>
          <w:rFonts w:ascii="QuadraatOTHead-Light" w:hAnsi="QuadraatOTHead-Light"/>
          <w:i/>
          <w:iCs/>
        </w:rPr>
        <w:t xml:space="preserve">Jede Woche von Mittwoch bis Sonntag wird Nicolai Jan Hübner </w:t>
      </w:r>
      <w:r w:rsidR="0044170D">
        <w:rPr>
          <w:rFonts w:ascii="QuadraatOTHead-Light" w:hAnsi="QuadraatOTHead-Light"/>
          <w:i/>
          <w:iCs/>
        </w:rPr>
        <w:t>im</w:t>
      </w:r>
      <w:r w:rsidRPr="0044170D">
        <w:rPr>
          <w:rFonts w:ascii="QuadraatOTHead-Light" w:hAnsi="QuadraatOTHead-Light"/>
          <w:i/>
          <w:iCs/>
        </w:rPr>
        <w:t xml:space="preserve"> Februar </w:t>
      </w:r>
      <w:r w:rsidR="0044170D">
        <w:rPr>
          <w:rFonts w:ascii="QuadraatOTHead-Light" w:hAnsi="QuadraatOTHead-Light"/>
          <w:i/>
          <w:iCs/>
        </w:rPr>
        <w:t xml:space="preserve">im </w:t>
      </w:r>
      <w:r w:rsidRPr="0044170D">
        <w:rPr>
          <w:rFonts w:ascii="QuadraatOTHead-Light" w:hAnsi="QuadraatOTHead-Light"/>
          <w:i/>
          <w:iCs/>
        </w:rPr>
        <w:t>Kitzbüheler 5- Sterne Hotel Grand Tirolia seine</w:t>
      </w:r>
      <w:r w:rsidR="00C12269" w:rsidRPr="0044170D">
        <w:rPr>
          <w:rFonts w:ascii="QuadraatOTHead-Light" w:hAnsi="QuadraatOTHead-Light"/>
          <w:i/>
          <w:iCs/>
        </w:rPr>
        <w:t>n</w:t>
      </w:r>
      <w:r w:rsidRPr="0044170D">
        <w:rPr>
          <w:rFonts w:ascii="QuadraatOTHead-Light" w:hAnsi="QuadraatOTHead-Light"/>
          <w:i/>
          <w:iCs/>
        </w:rPr>
        <w:t xml:space="preserve"> einzigartigen Musikstil auf dem Klavier präsentieren. Freuen Sie sich über einen romantischen Abend mit Chill-Out</w:t>
      </w:r>
      <w:r w:rsidR="0044170D">
        <w:rPr>
          <w:rFonts w:ascii="QuadraatOTHead-Light" w:hAnsi="QuadraatOTHead-Light"/>
          <w:i/>
          <w:iCs/>
        </w:rPr>
        <w:t>-</w:t>
      </w:r>
      <w:r w:rsidRPr="0044170D">
        <w:rPr>
          <w:rFonts w:ascii="QuadraatOTHead-Light" w:hAnsi="QuadraatOTHead-Light"/>
          <w:i/>
          <w:iCs/>
        </w:rPr>
        <w:t>Pianoklängen.</w:t>
      </w:r>
    </w:p>
    <w:p w14:paraId="7A582F26" w14:textId="445FE7BC" w:rsidR="00C12269" w:rsidRPr="0044170D" w:rsidRDefault="00C12269" w:rsidP="00C12269">
      <w:pPr>
        <w:shd w:val="clear" w:color="auto" w:fill="FFFFFF"/>
        <w:spacing w:line="276" w:lineRule="auto"/>
        <w:jc w:val="both"/>
        <w:outlineLvl w:val="2"/>
        <w:rPr>
          <w:rFonts w:ascii="QuadraatOTHead-Bold" w:hAnsi="QuadraatOTHead-Bold"/>
        </w:rPr>
      </w:pPr>
      <w:r w:rsidRPr="0044170D">
        <w:rPr>
          <w:rFonts w:ascii="QuadraatOTHead-Bold" w:hAnsi="QuadraatOTHead-Bold"/>
        </w:rPr>
        <w:t>Einen anstrengenden Arbeitstag ausklingen lassen</w:t>
      </w:r>
    </w:p>
    <w:p w14:paraId="1FB09EB1" w14:textId="6BFE010C" w:rsidR="00C12269" w:rsidRPr="0044170D" w:rsidRDefault="00EB13CE" w:rsidP="0044170D">
      <w:pPr>
        <w:shd w:val="clear" w:color="auto" w:fill="FFFFFF"/>
        <w:spacing w:after="240" w:line="276" w:lineRule="auto"/>
        <w:jc w:val="both"/>
        <w:outlineLvl w:val="2"/>
        <w:rPr>
          <w:rFonts w:ascii="QuadraatOTHead-Light" w:hAnsi="QuadraatOTHead-Light"/>
        </w:rPr>
      </w:pPr>
      <w:r w:rsidRPr="0044170D">
        <w:rPr>
          <w:rFonts w:ascii="QuadraatOTHead-Light" w:hAnsi="QuadraatOTHead-Light"/>
        </w:rPr>
        <w:t xml:space="preserve">Durch seine „Live In Concert“ Tour durfte der 29- jährige Pianist schon </w:t>
      </w:r>
      <w:r w:rsidR="006F14D2">
        <w:rPr>
          <w:rFonts w:ascii="QuadraatOTHead-Light" w:hAnsi="QuadraatOTHead-Light"/>
        </w:rPr>
        <w:t>auf zahlreichen</w:t>
      </w:r>
      <w:r w:rsidR="008E6454" w:rsidRPr="0044170D">
        <w:rPr>
          <w:rFonts w:ascii="QuadraatOTHead-Light" w:hAnsi="QuadraatOTHead-Light"/>
        </w:rPr>
        <w:t xml:space="preserve"> Flügeln spielen</w:t>
      </w:r>
      <w:r w:rsidRPr="0044170D">
        <w:rPr>
          <w:rFonts w:ascii="QuadraatOTHead-Light" w:hAnsi="QuadraatOTHead-Light"/>
        </w:rPr>
        <w:t xml:space="preserve">. </w:t>
      </w:r>
      <w:r w:rsidR="008E6454" w:rsidRPr="0044170D">
        <w:rPr>
          <w:rFonts w:ascii="QuadraatOTHead-Light" w:hAnsi="QuadraatOTHead-Light"/>
        </w:rPr>
        <w:t>Auch Modedesigner Guido Maria Kretschmer konnte durch eine Zusammenarbeit von seiner Gabe begeistert werden</w:t>
      </w:r>
      <w:r w:rsidRPr="0044170D">
        <w:rPr>
          <w:rFonts w:ascii="QuadraatOTHead-Light" w:hAnsi="QuadraatOTHead-Light"/>
        </w:rPr>
        <w:t>. Tauchen Sie in die Materie de</w:t>
      </w:r>
      <w:r w:rsidR="008E6454" w:rsidRPr="0044170D">
        <w:rPr>
          <w:rFonts w:ascii="QuadraatOTHead-Light" w:hAnsi="QuadraatOTHead-Light"/>
        </w:rPr>
        <w:t xml:space="preserve">r Musik ein </w:t>
      </w:r>
      <w:r w:rsidRPr="0044170D">
        <w:rPr>
          <w:rFonts w:ascii="QuadraatOTHead-Light" w:hAnsi="QuadraatOTHead-Light"/>
        </w:rPr>
        <w:t>und l</w:t>
      </w:r>
      <w:r w:rsidR="00C12269" w:rsidRPr="0044170D">
        <w:rPr>
          <w:rFonts w:ascii="QuadraatOTHead-Light" w:hAnsi="QuadraatOTHead-Light"/>
        </w:rPr>
        <w:t xml:space="preserve">assen Sie sich von der Klavierkunst der etwas anderen </w:t>
      </w:r>
      <w:r w:rsidR="006F14D2">
        <w:rPr>
          <w:rFonts w:ascii="QuadraatOTHead-Light" w:hAnsi="QuadraatOTHead-Light"/>
        </w:rPr>
        <w:t>Art</w:t>
      </w:r>
      <w:r w:rsidR="00C12269" w:rsidRPr="0044170D">
        <w:rPr>
          <w:rFonts w:ascii="QuadraatOTHead-Light" w:hAnsi="QuadraatOTHead-Light"/>
        </w:rPr>
        <w:t xml:space="preserve"> überzeugen</w:t>
      </w:r>
      <w:r w:rsidR="006F14D2">
        <w:rPr>
          <w:rFonts w:ascii="QuadraatOTHead-Light" w:hAnsi="QuadraatOTHead-Light"/>
        </w:rPr>
        <w:t xml:space="preserve"> und s</w:t>
      </w:r>
      <w:r w:rsidR="008E6454" w:rsidRPr="0044170D">
        <w:rPr>
          <w:rFonts w:ascii="QuadraatOTHead-Light" w:hAnsi="QuadraatOTHead-Light"/>
        </w:rPr>
        <w:t xml:space="preserve">eien Sie dabei, </w:t>
      </w:r>
      <w:r w:rsidR="00C12269" w:rsidRPr="0044170D">
        <w:rPr>
          <w:rFonts w:ascii="QuadraatOTHead-Light" w:hAnsi="QuadraatOTHead-Light"/>
        </w:rPr>
        <w:t>wenn Nicolai Jan Hübner</w:t>
      </w:r>
      <w:r w:rsidRPr="0044170D">
        <w:rPr>
          <w:rFonts w:ascii="QuadraatOTHead-Light" w:hAnsi="QuadraatOTHead-Light"/>
        </w:rPr>
        <w:t xml:space="preserve"> mit all seiner Muse spielt. </w:t>
      </w:r>
    </w:p>
    <w:p w14:paraId="2D50EE84" w14:textId="4539613B" w:rsidR="008E6454" w:rsidRPr="0044170D" w:rsidRDefault="008E6454" w:rsidP="00C12269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</w:rPr>
      </w:pPr>
      <w:r w:rsidRPr="0044170D">
        <w:rPr>
          <w:rFonts w:ascii="QuadraatOTHead-Bold" w:hAnsi="QuadraatOTHead-Bold"/>
        </w:rPr>
        <w:t>Datum:</w:t>
      </w:r>
      <w:r w:rsidRPr="0044170D">
        <w:rPr>
          <w:rFonts w:ascii="QuadraatOTHead-Light" w:hAnsi="QuadraatOTHead-Light"/>
        </w:rPr>
        <w:t xml:space="preserve"> Mittwoch bis Samstag von 08. bis 2</w:t>
      </w:r>
      <w:r w:rsidR="00FB02EB" w:rsidRPr="0044170D">
        <w:rPr>
          <w:rFonts w:ascii="QuadraatOTHead-Light" w:hAnsi="QuadraatOTHead-Light"/>
        </w:rPr>
        <w:t>6</w:t>
      </w:r>
      <w:r w:rsidRPr="0044170D">
        <w:rPr>
          <w:rFonts w:ascii="QuadraatOTHead-Light" w:hAnsi="QuadraatOTHead-Light"/>
        </w:rPr>
        <w:t>. Februar 2023</w:t>
      </w:r>
      <w:r w:rsidR="00FB02EB" w:rsidRPr="0044170D">
        <w:rPr>
          <w:rFonts w:ascii="QuadraatOTHead-Light" w:hAnsi="QuadraatOTHead-Light"/>
        </w:rPr>
        <w:t>, jeweils von 16:00 bis 19:00 Uhr</w:t>
      </w:r>
    </w:p>
    <w:p w14:paraId="608E2CA1" w14:textId="5EE43302" w:rsidR="00FB02EB" w:rsidRPr="0044170D" w:rsidRDefault="00FB02EB" w:rsidP="00C12269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  <w:lang w:val="en-US"/>
        </w:rPr>
      </w:pPr>
      <w:r w:rsidRPr="0044170D">
        <w:rPr>
          <w:rFonts w:ascii="QuadraatOTHead-Bold" w:hAnsi="QuadraatOTHead-Bold"/>
          <w:lang w:val="en-US"/>
        </w:rPr>
        <w:t>Ort:</w:t>
      </w:r>
      <w:r w:rsidRPr="0044170D">
        <w:rPr>
          <w:rFonts w:ascii="QuadraatOTHead-Light" w:hAnsi="QuadraatOTHead-Light"/>
          <w:lang w:val="en-US"/>
        </w:rPr>
        <w:t xml:space="preserve"> </w:t>
      </w:r>
      <w:r w:rsidR="0044170D" w:rsidRPr="0044170D">
        <w:rPr>
          <w:rFonts w:ascii="QuadraatOTHead-Light" w:hAnsi="QuadraatOTHead-Light"/>
          <w:lang w:val="en-US"/>
        </w:rPr>
        <w:t xml:space="preserve">Hotel </w:t>
      </w:r>
      <w:r w:rsidRPr="0044170D">
        <w:rPr>
          <w:rFonts w:ascii="QuadraatOTHead-Light" w:hAnsi="QuadraatOTHead-Light"/>
          <w:lang w:val="en-US"/>
        </w:rPr>
        <w:t>Grand Tirolia Kitzbühel</w:t>
      </w:r>
    </w:p>
    <w:p w14:paraId="4553F3AB" w14:textId="1D609433" w:rsidR="00FB02EB" w:rsidRPr="0044170D" w:rsidRDefault="00FB02EB" w:rsidP="00C12269">
      <w:pPr>
        <w:shd w:val="clear" w:color="auto" w:fill="FFFFFF"/>
        <w:spacing w:line="276" w:lineRule="auto"/>
        <w:jc w:val="both"/>
        <w:outlineLvl w:val="2"/>
        <w:rPr>
          <w:rFonts w:ascii="QuadraatOTHead-Light" w:hAnsi="QuadraatOTHead-Light"/>
        </w:rPr>
      </w:pPr>
      <w:r w:rsidRPr="0044170D">
        <w:rPr>
          <w:rFonts w:ascii="QuadraatOTHead-Light" w:hAnsi="QuadraatOTHead-Light"/>
        </w:rPr>
        <w:t xml:space="preserve">Eintritt frei </w:t>
      </w:r>
    </w:p>
    <w:p w14:paraId="64B77A96" w14:textId="77777777" w:rsidR="00C12269" w:rsidRPr="00FB02EB" w:rsidRDefault="00C12269" w:rsidP="00C12269">
      <w:pPr>
        <w:shd w:val="clear" w:color="auto" w:fill="FFFFFF"/>
        <w:spacing w:line="276" w:lineRule="auto"/>
        <w:jc w:val="both"/>
        <w:outlineLvl w:val="2"/>
        <w:rPr>
          <w:rFonts w:ascii="QuadraatOTHead-Bold" w:hAnsi="QuadraatOTHead-Bold"/>
          <w:sz w:val="20"/>
          <w:szCs w:val="20"/>
        </w:rPr>
      </w:pPr>
    </w:p>
    <w:p w14:paraId="48F7C692" w14:textId="64918119" w:rsidR="006D7084" w:rsidRPr="0044170D" w:rsidRDefault="006D7084" w:rsidP="0044170D">
      <w:pPr>
        <w:spacing w:after="240" w:line="276" w:lineRule="auto"/>
        <w:jc w:val="both"/>
        <w:rPr>
          <w:rFonts w:ascii="QuadraatOTHead-Light" w:hAnsi="QuadraatOTHead-Light"/>
        </w:rPr>
      </w:pPr>
      <w:r w:rsidRPr="0044170D">
        <w:rPr>
          <w:rFonts w:ascii="QuadraatOTHead-Light" w:hAnsi="QuadraatOTHead-Light"/>
        </w:rPr>
        <w:t>Alle Informationen zu</w:t>
      </w:r>
      <w:r w:rsidR="00FB02EB" w:rsidRPr="0044170D">
        <w:rPr>
          <w:rFonts w:ascii="QuadraatOTHead-Light" w:hAnsi="QuadraatOTHead-Light"/>
        </w:rPr>
        <w:t xml:space="preserve"> dieser Veranstaltung </w:t>
      </w:r>
      <w:r w:rsidRPr="0044170D">
        <w:rPr>
          <w:rFonts w:ascii="QuadraatOTHead-Light" w:hAnsi="QuadraatOTHead-Light"/>
        </w:rPr>
        <w:t>finden Sie unte</w:t>
      </w:r>
      <w:r w:rsidR="0044170D">
        <w:rPr>
          <w:rFonts w:ascii="QuadraatOTHead-Light" w:hAnsi="QuadraatOTHead-Light"/>
        </w:rPr>
        <w:t>r</w:t>
      </w:r>
      <w:r w:rsidR="00FB02EB" w:rsidRPr="0044170D">
        <w:rPr>
          <w:rFonts w:ascii="QuadraatOTHead-Light" w:hAnsi="QuadraatOTHead-Light"/>
        </w:rPr>
        <w:t xml:space="preserve"> </w:t>
      </w:r>
      <w:hyperlink r:id="rId6" w:history="1">
        <w:r w:rsidR="00FB02EB" w:rsidRPr="0044170D">
          <w:rPr>
            <w:rFonts w:ascii="QuadraatOTHead-Light" w:hAnsi="QuadraatOTHead-Light"/>
          </w:rPr>
          <w:t>Live Kla</w:t>
        </w:r>
        <w:r w:rsidR="00FB02EB" w:rsidRPr="0044170D">
          <w:rPr>
            <w:rFonts w:ascii="QuadraatOTHead-Light" w:hAnsi="QuadraatOTHead-Light"/>
          </w:rPr>
          <w:t>v</w:t>
        </w:r>
        <w:r w:rsidR="00FB02EB" w:rsidRPr="0044170D">
          <w:rPr>
            <w:rFonts w:ascii="QuadraatOTHead-Light" w:hAnsi="QuadraatOTHead-Light"/>
          </w:rPr>
          <w:t>iermusik Kitzbühel Tourismus - Kitzbühel Tourismus (kitzbuehel.com)</w:t>
        </w:r>
      </w:hyperlink>
    </w:p>
    <w:p w14:paraId="715EE71E" w14:textId="48824758" w:rsidR="00D82F5E" w:rsidRPr="0044170D" w:rsidRDefault="00383418" w:rsidP="006D7084">
      <w:pPr>
        <w:spacing w:after="240" w:line="276" w:lineRule="auto"/>
        <w:jc w:val="both"/>
        <w:rPr>
          <w:rFonts w:ascii="QuadraatOTHead-Light" w:hAnsi="QuadraatOTHead-Light"/>
        </w:rPr>
      </w:pPr>
      <w:r w:rsidRPr="0044170D">
        <w:rPr>
          <w:rFonts w:ascii="QuadraatOTHead-Light" w:hAnsi="QuadraatOTHead-Light"/>
        </w:rPr>
        <w:t>Alle Informationen</w:t>
      </w:r>
      <w:r w:rsidR="006D7084" w:rsidRPr="0044170D">
        <w:rPr>
          <w:rFonts w:ascii="QuadraatOTHead-Light" w:hAnsi="QuadraatOTHead-Light"/>
        </w:rPr>
        <w:t xml:space="preserve"> zur Destination Kitzbühel</w:t>
      </w:r>
      <w:r w:rsidRPr="0044170D">
        <w:rPr>
          <w:rFonts w:ascii="QuadraatOTHead-Light" w:hAnsi="QuadraatOTHead-Light"/>
        </w:rPr>
        <w:t xml:space="preserve"> </w:t>
      </w:r>
      <w:r w:rsidR="00FC3040" w:rsidRPr="0044170D">
        <w:rPr>
          <w:rFonts w:ascii="QuadraatOTHead-Light" w:hAnsi="QuadraatOTHead-Light"/>
        </w:rPr>
        <w:t>finden Sie unter</w:t>
      </w:r>
      <w:r w:rsidR="00CE7CED" w:rsidRPr="0044170D">
        <w:rPr>
          <w:rFonts w:ascii="QuadraatOTHead-Light" w:hAnsi="QuadraatOTHead-Light"/>
        </w:rPr>
        <w:t xml:space="preserve"> </w:t>
      </w:r>
      <w:hyperlink r:id="rId7" w:history="1">
        <w:r w:rsidR="00484B02" w:rsidRPr="0044170D">
          <w:rPr>
            <w:rFonts w:ascii="QuadraatOTHead-Light" w:hAnsi="QuadraatOTHead-Light"/>
          </w:rPr>
          <w:t>kitzbuehel.com</w:t>
        </w:r>
      </w:hyperlink>
    </w:p>
    <w:p w14:paraId="0866DB0A" w14:textId="77777777" w:rsidR="00A77689" w:rsidRPr="008D5334" w:rsidRDefault="00A77689" w:rsidP="00A77689">
      <w:pPr>
        <w:spacing w:line="276" w:lineRule="auto"/>
        <w:jc w:val="both"/>
        <w:rPr>
          <w:rFonts w:ascii="QuadraatOTHead-Light" w:hAnsi="QuadraatOTHead-Light"/>
          <w:sz w:val="16"/>
        </w:rPr>
      </w:pPr>
      <w:r>
        <w:rPr>
          <w:rFonts w:ascii="QuadraatOTHead-Light" w:hAnsi="QuadraatOTHead-Light"/>
          <w:sz w:val="16"/>
        </w:rPr>
        <w:t>Kontakt</w:t>
      </w:r>
      <w:r w:rsidRPr="008D5334">
        <w:rPr>
          <w:rFonts w:ascii="QuadraatOTHead-Light" w:hAnsi="QuadraatOTHead-Light"/>
          <w:sz w:val="16"/>
        </w:rPr>
        <w:t xml:space="preserve">: </w:t>
      </w:r>
      <w:r>
        <w:rPr>
          <w:rFonts w:ascii="QuadraatOTHead-Light" w:hAnsi="QuadraatOTHead-Light"/>
          <w:sz w:val="16"/>
        </w:rPr>
        <w:t xml:space="preserve">Kitzbühel Tourismus | </w:t>
      </w:r>
      <w:proofErr w:type="spellStart"/>
      <w:r>
        <w:rPr>
          <w:rFonts w:ascii="QuadraatOTHead-Light" w:hAnsi="QuadraatOTHead-Light"/>
          <w:sz w:val="16"/>
        </w:rPr>
        <w:t>Hinterstadt</w:t>
      </w:r>
      <w:proofErr w:type="spellEnd"/>
      <w:r>
        <w:rPr>
          <w:rFonts w:ascii="QuadraatOTHead-Light" w:hAnsi="QuadraatOTHead-Light"/>
          <w:sz w:val="16"/>
        </w:rPr>
        <w:t xml:space="preserve"> 18 | 6370 Kitzbühel</w:t>
      </w:r>
    </w:p>
    <w:p w14:paraId="6CEDB931" w14:textId="77777777" w:rsidR="00A77689" w:rsidRPr="00DB7B1E" w:rsidRDefault="006F14D2" w:rsidP="00A77689">
      <w:pPr>
        <w:spacing w:line="276" w:lineRule="auto"/>
        <w:jc w:val="both"/>
        <w:rPr>
          <w:rFonts w:ascii="QuadraatOTHead-Light" w:hAnsi="QuadraatOTHead-Light"/>
          <w:sz w:val="16"/>
        </w:rPr>
      </w:pPr>
      <w:hyperlink r:id="rId8" w:history="1">
        <w:r w:rsidR="00A77689" w:rsidRPr="0044170D">
          <w:rPr>
            <w:rFonts w:ascii="QuadraatOTHead-Light" w:hAnsi="QuadraatOTHead-Light"/>
            <w:sz w:val="16"/>
          </w:rPr>
          <w:t>info@kitzbuehel.com</w:t>
        </w:r>
      </w:hyperlink>
      <w:r w:rsidR="00A77689" w:rsidRPr="00DB7B1E">
        <w:rPr>
          <w:rFonts w:ascii="QuadraatOTHead-Light" w:hAnsi="QuadraatOTHead-Light"/>
          <w:sz w:val="16"/>
        </w:rPr>
        <w:t xml:space="preserve"> | </w:t>
      </w:r>
      <w:hyperlink r:id="rId9" w:history="1">
        <w:r w:rsidR="00A77689" w:rsidRPr="0044170D">
          <w:rPr>
            <w:rFonts w:ascii="QuadraatOTHead-Light" w:hAnsi="QuadraatOTHead-Light"/>
            <w:sz w:val="16"/>
          </w:rPr>
          <w:t>www.kitzbuehel.com</w:t>
        </w:r>
      </w:hyperlink>
      <w:r w:rsidR="00A77689" w:rsidRPr="00DB7B1E">
        <w:rPr>
          <w:rFonts w:ascii="QuadraatOTHead-Light" w:hAnsi="QuadraatOTHead-Light"/>
          <w:sz w:val="16"/>
        </w:rPr>
        <w:t xml:space="preserve"> | +43 5356 66660</w:t>
      </w:r>
    </w:p>
    <w:p w14:paraId="47F85A9E" w14:textId="3D79E584" w:rsidR="00C74AC9" w:rsidRPr="0044170D" w:rsidRDefault="00C74AC9" w:rsidP="00A77689">
      <w:pPr>
        <w:spacing w:line="276" w:lineRule="auto"/>
        <w:jc w:val="both"/>
        <w:rPr>
          <w:rFonts w:ascii="QuadraatOTHead-Light" w:hAnsi="QuadraatOTHead-Light"/>
          <w:sz w:val="16"/>
        </w:rPr>
      </w:pPr>
    </w:p>
    <w:sectPr w:rsidR="00C74AC9" w:rsidRPr="0044170D" w:rsidSect="00C74AC9">
      <w:headerReference w:type="default" r:id="rId10"/>
      <w:pgSz w:w="11906" w:h="16838"/>
      <w:pgMar w:top="311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53A" w14:textId="77777777" w:rsidR="00D035E5" w:rsidRDefault="00D035E5" w:rsidP="00C74AC9">
      <w:r>
        <w:separator/>
      </w:r>
    </w:p>
  </w:endnote>
  <w:endnote w:type="continuationSeparator" w:id="0">
    <w:p w14:paraId="55930FB1" w14:textId="77777777" w:rsidR="00D035E5" w:rsidRDefault="00D035E5" w:rsidP="00C7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draatOTHead-Bold">
    <w:panose1 w:val="02000506050000020004"/>
    <w:charset w:val="00"/>
    <w:family w:val="auto"/>
    <w:pitch w:val="variable"/>
    <w:sig w:usb0="800000AF" w:usb1="4000204A" w:usb2="00000000" w:usb3="00000000" w:csb0="00000001" w:csb1="00000000"/>
  </w:font>
  <w:font w:name="QuadraatOTHead-Light">
    <w:panose1 w:val="02000506040000020004"/>
    <w:charset w:val="00"/>
    <w:family w:val="auto"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929F4" w14:textId="77777777" w:rsidR="00D035E5" w:rsidRDefault="00D035E5" w:rsidP="00C74AC9">
      <w:r>
        <w:separator/>
      </w:r>
    </w:p>
  </w:footnote>
  <w:footnote w:type="continuationSeparator" w:id="0">
    <w:p w14:paraId="70EB2512" w14:textId="77777777" w:rsidR="00D035E5" w:rsidRDefault="00D035E5" w:rsidP="00C74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11D08" w14:textId="77777777" w:rsidR="00C74AC9" w:rsidRDefault="0026342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0C60373" wp14:editId="177EFCAA">
          <wp:simplePos x="0" y="0"/>
          <wp:positionH relativeFrom="column">
            <wp:posOffset>-904875</wp:posOffset>
          </wp:positionH>
          <wp:positionV relativeFrom="paragraph">
            <wp:posOffset>-438785</wp:posOffset>
          </wp:positionV>
          <wp:extent cx="7560000" cy="10693784"/>
          <wp:effectExtent l="0" t="0" r="317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A ROT Briefpapier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3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attachedTemplate r:id="rId1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E5"/>
    <w:rsid w:val="000073C3"/>
    <w:rsid w:val="000153E7"/>
    <w:rsid w:val="000254EA"/>
    <w:rsid w:val="0004067C"/>
    <w:rsid w:val="00047F55"/>
    <w:rsid w:val="00094968"/>
    <w:rsid w:val="0009667C"/>
    <w:rsid w:val="000970A4"/>
    <w:rsid w:val="000A0874"/>
    <w:rsid w:val="000B3879"/>
    <w:rsid w:val="000F32E2"/>
    <w:rsid w:val="000F5F8E"/>
    <w:rsid w:val="0013666B"/>
    <w:rsid w:val="00145127"/>
    <w:rsid w:val="00152A10"/>
    <w:rsid w:val="001546B7"/>
    <w:rsid w:val="00171B61"/>
    <w:rsid w:val="00184030"/>
    <w:rsid w:val="00187B31"/>
    <w:rsid w:val="0019110B"/>
    <w:rsid w:val="001B5666"/>
    <w:rsid w:val="001D4841"/>
    <w:rsid w:val="001D4BA9"/>
    <w:rsid w:val="001E3913"/>
    <w:rsid w:val="001E4A6B"/>
    <w:rsid w:val="00207E27"/>
    <w:rsid w:val="002408A3"/>
    <w:rsid w:val="00251C55"/>
    <w:rsid w:val="00255F21"/>
    <w:rsid w:val="00263426"/>
    <w:rsid w:val="00271CFD"/>
    <w:rsid w:val="00273B09"/>
    <w:rsid w:val="00281FB7"/>
    <w:rsid w:val="0029693C"/>
    <w:rsid w:val="002B16B0"/>
    <w:rsid w:val="002F322D"/>
    <w:rsid w:val="0034221B"/>
    <w:rsid w:val="003474DF"/>
    <w:rsid w:val="00362491"/>
    <w:rsid w:val="00367884"/>
    <w:rsid w:val="00383418"/>
    <w:rsid w:val="003A0FD3"/>
    <w:rsid w:val="003A45DA"/>
    <w:rsid w:val="003C781D"/>
    <w:rsid w:val="003C7BEF"/>
    <w:rsid w:val="003D1B0A"/>
    <w:rsid w:val="003F148F"/>
    <w:rsid w:val="00405BDF"/>
    <w:rsid w:val="00412680"/>
    <w:rsid w:val="0044170D"/>
    <w:rsid w:val="0045391F"/>
    <w:rsid w:val="0045462B"/>
    <w:rsid w:val="00484B02"/>
    <w:rsid w:val="004939C5"/>
    <w:rsid w:val="004C6764"/>
    <w:rsid w:val="004D2C0B"/>
    <w:rsid w:val="004D5985"/>
    <w:rsid w:val="00514A95"/>
    <w:rsid w:val="00526BE3"/>
    <w:rsid w:val="0054191E"/>
    <w:rsid w:val="00551617"/>
    <w:rsid w:val="00565FB0"/>
    <w:rsid w:val="005A41B7"/>
    <w:rsid w:val="005B2073"/>
    <w:rsid w:val="005C17E0"/>
    <w:rsid w:val="00621927"/>
    <w:rsid w:val="006507D2"/>
    <w:rsid w:val="006528B3"/>
    <w:rsid w:val="00691542"/>
    <w:rsid w:val="0069477F"/>
    <w:rsid w:val="006A1B03"/>
    <w:rsid w:val="006A7395"/>
    <w:rsid w:val="006C5122"/>
    <w:rsid w:val="006D5DBE"/>
    <w:rsid w:val="006D7084"/>
    <w:rsid w:val="006E77E5"/>
    <w:rsid w:val="006F14D2"/>
    <w:rsid w:val="006F3AE3"/>
    <w:rsid w:val="00703F87"/>
    <w:rsid w:val="00711D68"/>
    <w:rsid w:val="007475BB"/>
    <w:rsid w:val="00750FC8"/>
    <w:rsid w:val="007516DF"/>
    <w:rsid w:val="0078065C"/>
    <w:rsid w:val="00781EF9"/>
    <w:rsid w:val="007B37B2"/>
    <w:rsid w:val="007B5579"/>
    <w:rsid w:val="007B75DE"/>
    <w:rsid w:val="007F230C"/>
    <w:rsid w:val="007F53CD"/>
    <w:rsid w:val="00826071"/>
    <w:rsid w:val="00852DE9"/>
    <w:rsid w:val="00877C85"/>
    <w:rsid w:val="00884C6C"/>
    <w:rsid w:val="008D3D8B"/>
    <w:rsid w:val="008E3A9E"/>
    <w:rsid w:val="008E6454"/>
    <w:rsid w:val="008F2F3D"/>
    <w:rsid w:val="008F41D2"/>
    <w:rsid w:val="00900399"/>
    <w:rsid w:val="00910970"/>
    <w:rsid w:val="00910A58"/>
    <w:rsid w:val="00916AC3"/>
    <w:rsid w:val="00933F47"/>
    <w:rsid w:val="009373D6"/>
    <w:rsid w:val="0094656C"/>
    <w:rsid w:val="009541C3"/>
    <w:rsid w:val="0096014E"/>
    <w:rsid w:val="00964C10"/>
    <w:rsid w:val="00983BF3"/>
    <w:rsid w:val="009A1E5F"/>
    <w:rsid w:val="009B5AA9"/>
    <w:rsid w:val="009C1213"/>
    <w:rsid w:val="009C271B"/>
    <w:rsid w:val="009D4103"/>
    <w:rsid w:val="00A338F2"/>
    <w:rsid w:val="00A77689"/>
    <w:rsid w:val="00AD5BE0"/>
    <w:rsid w:val="00AF7919"/>
    <w:rsid w:val="00B00EF5"/>
    <w:rsid w:val="00B07DAF"/>
    <w:rsid w:val="00B20D2E"/>
    <w:rsid w:val="00B7745E"/>
    <w:rsid w:val="00B80913"/>
    <w:rsid w:val="00B96706"/>
    <w:rsid w:val="00BA3B24"/>
    <w:rsid w:val="00BC5F5E"/>
    <w:rsid w:val="00BD019C"/>
    <w:rsid w:val="00BD783A"/>
    <w:rsid w:val="00BF5F00"/>
    <w:rsid w:val="00C12269"/>
    <w:rsid w:val="00C156D7"/>
    <w:rsid w:val="00C42B5F"/>
    <w:rsid w:val="00C74AC9"/>
    <w:rsid w:val="00CB3A31"/>
    <w:rsid w:val="00CE1F21"/>
    <w:rsid w:val="00CE6CF7"/>
    <w:rsid w:val="00CE7CED"/>
    <w:rsid w:val="00CF2A1E"/>
    <w:rsid w:val="00CF2A3C"/>
    <w:rsid w:val="00D011CA"/>
    <w:rsid w:val="00D035E5"/>
    <w:rsid w:val="00D057C2"/>
    <w:rsid w:val="00D15D7B"/>
    <w:rsid w:val="00D2132F"/>
    <w:rsid w:val="00D61EB5"/>
    <w:rsid w:val="00D81451"/>
    <w:rsid w:val="00D820DA"/>
    <w:rsid w:val="00D82F5E"/>
    <w:rsid w:val="00D9553B"/>
    <w:rsid w:val="00DB35FB"/>
    <w:rsid w:val="00DC3125"/>
    <w:rsid w:val="00DF462F"/>
    <w:rsid w:val="00E017E0"/>
    <w:rsid w:val="00E176AD"/>
    <w:rsid w:val="00E37A4F"/>
    <w:rsid w:val="00E460D0"/>
    <w:rsid w:val="00E96D57"/>
    <w:rsid w:val="00EB13CE"/>
    <w:rsid w:val="00EC3373"/>
    <w:rsid w:val="00ED7CC3"/>
    <w:rsid w:val="00EE087C"/>
    <w:rsid w:val="00EF3653"/>
    <w:rsid w:val="00F07C22"/>
    <w:rsid w:val="00F259B0"/>
    <w:rsid w:val="00F36E27"/>
    <w:rsid w:val="00F64455"/>
    <w:rsid w:val="00F67623"/>
    <w:rsid w:val="00F811C8"/>
    <w:rsid w:val="00FA1770"/>
    <w:rsid w:val="00FB02EB"/>
    <w:rsid w:val="00FC3040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7880E7"/>
  <w15:chartTrackingRefBased/>
  <w15:docId w15:val="{00F3D9DE-75D1-4423-8F49-AA10AFF7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21B"/>
    <w:pPr>
      <w:spacing w:after="0" w:line="240" w:lineRule="auto"/>
    </w:pPr>
    <w:rPr>
      <w:rFonts w:ascii="Calibri" w:hAnsi="Calibri" w:cs="Calibri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08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2F32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4AC9"/>
    <w:pPr>
      <w:tabs>
        <w:tab w:val="center" w:pos="4536"/>
        <w:tab w:val="right" w:pos="9072"/>
      </w:tabs>
    </w:pPr>
    <w:rPr>
      <w:rFonts w:asciiTheme="minorHAnsi" w:hAnsiTheme="minorHAnsi" w:cstheme="minorBidi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74AC9"/>
  </w:style>
  <w:style w:type="paragraph" w:styleId="Fuzeile">
    <w:name w:val="footer"/>
    <w:basedOn w:val="Standard"/>
    <w:link w:val="FuzeileZchn"/>
    <w:uiPriority w:val="99"/>
    <w:unhideWhenUsed/>
    <w:rsid w:val="00C74A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4AC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1C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1C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4221B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4030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322D"/>
    <w:rPr>
      <w:rFonts w:ascii="Times New Roman" w:eastAsia="Times New Roman" w:hAnsi="Times New Roman" w:cs="Times New Roman"/>
      <w:b/>
      <w:bCs/>
      <w:sz w:val="27"/>
      <w:szCs w:val="27"/>
      <w:lang w:val="de-AT" w:eastAsia="de-AT"/>
    </w:rPr>
  </w:style>
  <w:style w:type="character" w:styleId="Fett">
    <w:name w:val="Strong"/>
    <w:basedOn w:val="Absatz-Standardschriftart"/>
    <w:uiPriority w:val="22"/>
    <w:qFormat/>
    <w:rsid w:val="002F322D"/>
    <w:rPr>
      <w:b/>
      <w:bCs/>
    </w:rPr>
  </w:style>
  <w:style w:type="paragraph" w:customStyle="1" w:styleId="text">
    <w:name w:val="text"/>
    <w:basedOn w:val="Standard"/>
    <w:rsid w:val="002F32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A08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6C51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tzbuehe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itzbuehe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itzbuehel.com/veranstaltungen/event/live-klaviermusik-kitzbuehel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kitzbuehe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keting\01_PRESSE\2021_ALO\PA\PA_KITZ%20Kulinarik_Nachberich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PA_KITZ Kulinarik_Nachbericht.dotx</Template>
  <TotalTime>0</TotalTime>
  <Pages>1</Pages>
  <Words>207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 Kitzbühel Tourismus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 Kitzbühel Tourismus</dc:title>
  <dc:subject/>
  <dc:creator>Obermoser Anna Lena - Kitzbühel Tourismus</dc:creator>
  <cp:keywords>04-2021</cp:keywords>
  <dc:description/>
  <cp:lastModifiedBy>Mag. (FH) Obermoser Anna Lena - Kitzbühel Tourismus</cp:lastModifiedBy>
  <cp:revision>4</cp:revision>
  <cp:lastPrinted>2022-02-11T12:02:00Z</cp:lastPrinted>
  <dcterms:created xsi:type="dcterms:W3CDTF">2023-02-08T14:01:00Z</dcterms:created>
  <dcterms:modified xsi:type="dcterms:W3CDTF">2023-02-08T14:07:00Z</dcterms:modified>
</cp:coreProperties>
</file>