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B900F" w14:textId="74118622" w:rsidR="00A10D70" w:rsidRDefault="00B118CD" w:rsidP="00B118CD">
      <w:pPr>
        <w:pStyle w:val="berschrift2"/>
        <w:numPr>
          <w:ilvl w:val="0"/>
          <w:numId w:val="0"/>
        </w:numPr>
      </w:pPr>
      <w:r>
        <w:t>H</w:t>
      </w:r>
      <w:r w:rsidR="000E7C6A">
        <w:t xml:space="preserve">erbstl’n tuats </w:t>
      </w:r>
      <w:r w:rsidR="00DD6006">
        <w:t>im Pillerseetal</w:t>
      </w:r>
    </w:p>
    <w:p w14:paraId="77349024" w14:textId="15C85397" w:rsidR="00DD6006" w:rsidRPr="00DD6006" w:rsidRDefault="00DD6006" w:rsidP="00DD6006">
      <w:pPr>
        <w:pStyle w:val="berschrift3"/>
        <w:numPr>
          <w:ilvl w:val="0"/>
          <w:numId w:val="0"/>
        </w:numPr>
        <w:rPr>
          <w:sz w:val="24"/>
          <w:szCs w:val="24"/>
        </w:rPr>
      </w:pPr>
      <w:r w:rsidRPr="00DD6006">
        <w:rPr>
          <w:sz w:val="24"/>
          <w:szCs w:val="24"/>
        </w:rPr>
        <w:t>Musik, Kulinarik und gelebte Tradition machen den Herbst zur buntesten Zeit des Jahres</w:t>
      </w:r>
    </w:p>
    <w:p w14:paraId="19FE164F" w14:textId="61D25414" w:rsidR="000E7C6A" w:rsidRPr="000E7C6A" w:rsidRDefault="000E7C6A" w:rsidP="000E7C6A">
      <w:r w:rsidRPr="000E7C6A">
        <w:t>Pillerseetal/Tirol – Wenn am frühen Morgen Nebelschwaden über den Pillersee ziehen, die Wälder in warmen Goldtönen leuchten und aus den Tälern das Bimmeln der Kuhglocken ertönen, dann ist Herbst im Pillerseetal. Es ist die Zeit, in der sich Tradition und Lebensfreude, Kulinarik und Kultur, Bewegung und Genuss zu einem farbenfrohen Gesamterlebnis verweben. Der September und Oktober laden zu einem Reigen aus Festen, Musik und sportlichen Höhepunkten – und machen den Herbst hier zu einer Jahreszeit voller Leichtigkeit und besonderer Momente.</w:t>
      </w:r>
    </w:p>
    <w:p w14:paraId="43AA9510" w14:textId="77777777" w:rsidR="000E7C6A" w:rsidRPr="000E7C6A" w:rsidRDefault="000E7C6A" w:rsidP="000E7C6A">
      <w:pPr>
        <w:rPr>
          <w:b/>
          <w:bCs/>
        </w:rPr>
      </w:pPr>
      <w:r w:rsidRPr="000E7C6A">
        <w:rPr>
          <w:b/>
          <w:bCs/>
        </w:rPr>
        <w:t>Genussherbst: Kulinarik trifft Brauchtum</w:t>
      </w:r>
    </w:p>
    <w:p w14:paraId="732FECBD" w14:textId="77777777" w:rsidR="00ED25CE" w:rsidRDefault="00ED25CE" w:rsidP="000E7C6A">
      <w:r w:rsidRPr="00ED25CE">
        <w:t>Der Herbst ist Genusszeit. Ob bei einem herbstlichen Menü in Gasthäusern und Hütten oder inmitten stimmungsvoller Brauchtumsfeste – die kulinarischen Facetten des Pillerseetals lassen sich am besten in Kombination mit Tradition und Geselligkeit erleben</w:t>
      </w:r>
      <w:r>
        <w:t>.</w:t>
      </w:r>
    </w:p>
    <w:p w14:paraId="6F24D666" w14:textId="39545439" w:rsidR="000E7C6A" w:rsidRPr="000E7C6A" w:rsidRDefault="000E7C6A" w:rsidP="000E7C6A">
      <w:pPr>
        <w:rPr>
          <w:b/>
          <w:bCs/>
        </w:rPr>
      </w:pPr>
      <w:r w:rsidRPr="000E7C6A">
        <w:rPr>
          <w:b/>
          <w:bCs/>
        </w:rPr>
        <w:t>Veranstaltungsherbst: Kultur &amp; Begegnung</w:t>
      </w:r>
    </w:p>
    <w:p w14:paraId="7341EF5B" w14:textId="3967C336" w:rsidR="000E7C6A" w:rsidRPr="000E7C6A" w:rsidRDefault="000E7C6A" w:rsidP="000E7C6A">
      <w:r w:rsidRPr="000E7C6A">
        <w:t xml:space="preserve">Vom </w:t>
      </w:r>
      <w:r>
        <w:t>geselligen</w:t>
      </w:r>
      <w:r w:rsidRPr="000E7C6A">
        <w:t xml:space="preserve"> </w:t>
      </w:r>
      <w:r>
        <w:t>Herbst Hoangascht</w:t>
      </w:r>
      <w:r w:rsidRPr="000E7C6A">
        <w:t xml:space="preserve"> über die farbenfrohen Almabtriebe bis hin zum </w:t>
      </w:r>
      <w:r w:rsidRPr="00262C1C">
        <w:t>Kulturherbst</w:t>
      </w:r>
      <w:r w:rsidR="00736680">
        <w:t>,</w:t>
      </w:r>
      <w:r w:rsidRPr="000E7C6A">
        <w:t xml:space="preserve"> das Pillerseetal feiert die goldene Jahreszeit in all ihren Facetten. Kleine Feste und große Bühnen verschmelzen zu einem herbstlichen Erlebnisreigen, der Gäste wie Einheimische gleichermaßen begeistert.</w:t>
      </w:r>
    </w:p>
    <w:p w14:paraId="438860FB" w14:textId="77777777" w:rsidR="000E7C6A" w:rsidRDefault="000E7C6A" w:rsidP="000E7C6A">
      <w:pPr>
        <w:rPr>
          <w:b/>
          <w:bCs/>
        </w:rPr>
      </w:pPr>
      <w:r w:rsidRPr="000E7C6A">
        <w:rPr>
          <w:b/>
          <w:bCs/>
        </w:rPr>
        <w:t>Musikalische Höhepunkte</w:t>
      </w:r>
    </w:p>
    <w:p w14:paraId="6539A6B0" w14:textId="16FE0881" w:rsidR="007A5AE2" w:rsidRPr="007A5AE2" w:rsidRDefault="007A5AE2" w:rsidP="007A5AE2">
      <w:pPr>
        <w:pStyle w:val="Listenabsatz"/>
        <w:numPr>
          <w:ilvl w:val="0"/>
          <w:numId w:val="41"/>
        </w:numPr>
      </w:pPr>
      <w:r w:rsidRPr="007A5AE2">
        <w:rPr>
          <w:b/>
          <w:bCs/>
        </w:rPr>
        <w:t>6. September – Aufg’spuit &amp; Aufg’sungen</w:t>
      </w:r>
      <w:r w:rsidR="00982A89">
        <w:rPr>
          <w:b/>
          <w:bCs/>
        </w:rPr>
        <w:t xml:space="preserve"> ab 17 Uhr</w:t>
      </w:r>
      <w:r w:rsidRPr="007A5AE2">
        <w:rPr>
          <w:b/>
          <w:bCs/>
        </w:rPr>
        <w:t xml:space="preserve">: </w:t>
      </w:r>
      <w:r w:rsidRPr="007A5AE2">
        <w:t>Auftakt zu den Wildseeweisen in der Pulvermacher Almhütte in Fieberbrunn  – ein Abend voller Musik, guter Stimmung und herbstlicher Bergatmosphäre.</w:t>
      </w:r>
    </w:p>
    <w:p w14:paraId="61FD5ED0" w14:textId="620C13B8" w:rsidR="000E7C6A" w:rsidRDefault="000E7C6A" w:rsidP="000E7C6A">
      <w:pPr>
        <w:pStyle w:val="Listenabsatz"/>
        <w:numPr>
          <w:ilvl w:val="0"/>
          <w:numId w:val="36"/>
        </w:numPr>
      </w:pPr>
      <w:r w:rsidRPr="007A5AE2">
        <w:rPr>
          <w:b/>
          <w:bCs/>
        </w:rPr>
        <w:t>7. September  – Wildseeweisen am Wildseeloder</w:t>
      </w:r>
      <w:r w:rsidR="00982A89">
        <w:rPr>
          <w:b/>
          <w:bCs/>
        </w:rPr>
        <w:t xml:space="preserve"> ab 11 Uhr</w:t>
      </w:r>
      <w:r w:rsidRPr="007A5AE2">
        <w:rPr>
          <w:b/>
          <w:bCs/>
        </w:rPr>
        <w:t>:</w:t>
      </w:r>
      <w:r w:rsidRPr="000E7C6A">
        <w:t xml:space="preserve"> Weisenbläsergruppen lassen hoch über Fieberbrunn den Almsommer musikalisch ausklingen.</w:t>
      </w:r>
    </w:p>
    <w:p w14:paraId="6FF60845" w14:textId="43F45C9D" w:rsidR="003F0D53" w:rsidRPr="000E7C6A" w:rsidRDefault="003F0D53" w:rsidP="000E7C6A">
      <w:pPr>
        <w:numPr>
          <w:ilvl w:val="0"/>
          <w:numId w:val="36"/>
        </w:numPr>
      </w:pPr>
      <w:r>
        <w:rPr>
          <w:b/>
          <w:bCs/>
        </w:rPr>
        <w:t>Bis 10.</w:t>
      </w:r>
      <w:r>
        <w:t xml:space="preserve"> </w:t>
      </w:r>
      <w:r w:rsidRPr="003F0D53">
        <w:rPr>
          <w:b/>
          <w:bCs/>
        </w:rPr>
        <w:t>September</w:t>
      </w:r>
      <w:r w:rsidR="00F16EAA">
        <w:rPr>
          <w:b/>
          <w:bCs/>
        </w:rPr>
        <w:t xml:space="preserve"> -</w:t>
      </w:r>
      <w:r>
        <w:t xml:space="preserve"> </w:t>
      </w:r>
      <w:r w:rsidRPr="00F16EAA">
        <w:rPr>
          <w:b/>
          <w:bCs/>
        </w:rPr>
        <w:t>Seeleuchten am Pillersee</w:t>
      </w:r>
      <w:r w:rsidR="00982A89">
        <w:rPr>
          <w:b/>
          <w:bCs/>
        </w:rPr>
        <w:t xml:space="preserve"> ab 20 Uhr</w:t>
      </w:r>
      <w:r>
        <w:t xml:space="preserve">: </w:t>
      </w:r>
      <w:r w:rsidR="00D7635C">
        <w:t>R</w:t>
      </w:r>
      <w:r w:rsidR="00D7635C" w:rsidRPr="009C55A8">
        <w:t xml:space="preserve">omantische Stunden mit Musik </w:t>
      </w:r>
      <w:r w:rsidR="00D7635C">
        <w:t>auf der Seebühne am Pillersee</w:t>
      </w:r>
      <w:r w:rsidR="00D7635C" w:rsidRPr="009C55A8">
        <w:t>.</w:t>
      </w:r>
    </w:p>
    <w:p w14:paraId="502B4567" w14:textId="35A13FA0" w:rsidR="000E7C6A" w:rsidRDefault="000E7C6A" w:rsidP="000E7C6A">
      <w:pPr>
        <w:numPr>
          <w:ilvl w:val="0"/>
          <w:numId w:val="36"/>
        </w:numPr>
      </w:pPr>
      <w:r w:rsidRPr="000E7C6A">
        <w:rPr>
          <w:b/>
          <w:bCs/>
        </w:rPr>
        <w:t>Bis 15. Oktober – Musik am Berg</w:t>
      </w:r>
      <w:r w:rsidR="00982A89">
        <w:rPr>
          <w:b/>
          <w:bCs/>
        </w:rPr>
        <w:t xml:space="preserve"> ab 13 Uhr</w:t>
      </w:r>
      <w:r w:rsidRPr="000E7C6A">
        <w:rPr>
          <w:b/>
          <w:bCs/>
        </w:rPr>
        <w:t>:</w:t>
      </w:r>
      <w:r w:rsidRPr="000E7C6A">
        <w:t xml:space="preserve"> Auf ausgewählten Hütten laden Wirte zu herbstlichen Genusserlebnissen mit Musik in </w:t>
      </w:r>
      <w:r w:rsidR="003F0D53">
        <w:t>klarer Herbstluft</w:t>
      </w:r>
      <w:r w:rsidRPr="000E7C6A">
        <w:t>.</w:t>
      </w:r>
    </w:p>
    <w:p w14:paraId="76B18683" w14:textId="77777777" w:rsidR="007A5AE2" w:rsidRPr="007A5AE2" w:rsidRDefault="00262C1C" w:rsidP="007A5AE2">
      <w:pPr>
        <w:pStyle w:val="Listenabsatz"/>
        <w:numPr>
          <w:ilvl w:val="0"/>
          <w:numId w:val="36"/>
        </w:numPr>
      </w:pPr>
      <w:r w:rsidRPr="007A5AE2">
        <w:rPr>
          <w:b/>
          <w:bCs/>
        </w:rPr>
        <w:t>27.</w:t>
      </w:r>
      <w:r>
        <w:t xml:space="preserve"> </w:t>
      </w:r>
      <w:r w:rsidRPr="007A5AE2">
        <w:rPr>
          <w:b/>
          <w:bCs/>
        </w:rPr>
        <w:t>September bis 8. November – Kulturherbst Hochfilzen</w:t>
      </w:r>
      <w:r>
        <w:t xml:space="preserve">: </w:t>
      </w:r>
      <w:r w:rsidR="007A5AE2" w:rsidRPr="007A5AE2">
        <w:t>Top-Musikgruppen und Kabarettisten sorgen für unterhaltsame Herbstabende.</w:t>
      </w:r>
    </w:p>
    <w:p w14:paraId="27125337" w14:textId="1382398B" w:rsidR="000E7C6A" w:rsidRDefault="000E7C6A" w:rsidP="007A5AE2">
      <w:pPr>
        <w:rPr>
          <w:b/>
          <w:bCs/>
        </w:rPr>
      </w:pPr>
      <w:r w:rsidRPr="007A5AE2">
        <w:rPr>
          <w:b/>
          <w:bCs/>
        </w:rPr>
        <w:t>Sportlicher Höhepunkt</w:t>
      </w:r>
    </w:p>
    <w:p w14:paraId="532DB617" w14:textId="48EFC796" w:rsidR="005D1BDB" w:rsidRPr="009C55A8" w:rsidRDefault="005D1BDB" w:rsidP="005D1BDB">
      <w:pPr>
        <w:pStyle w:val="Listenabsatz"/>
        <w:numPr>
          <w:ilvl w:val="0"/>
          <w:numId w:val="41"/>
        </w:numPr>
      </w:pPr>
      <w:r w:rsidRPr="005D1BDB">
        <w:rPr>
          <w:b/>
          <w:bCs/>
        </w:rPr>
        <w:t xml:space="preserve">Pferdepower </w:t>
      </w:r>
      <w:r>
        <w:rPr>
          <w:b/>
          <w:bCs/>
        </w:rPr>
        <w:t xml:space="preserve">beim Reithotel Strasserwirt: </w:t>
      </w:r>
      <w:r w:rsidRPr="005D1BDB">
        <w:t xml:space="preserve">In St. Ulrich a.P. kommen Pferdefreunde beim Reitturnier doppelt auf ihre Kosten: </w:t>
      </w:r>
      <w:r>
        <w:t>5</w:t>
      </w:r>
      <w:r w:rsidRPr="005D1BDB">
        <w:t>.–7. September Springreiten, 12.–14. September elegante Dressur.</w:t>
      </w:r>
    </w:p>
    <w:p w14:paraId="5DCC3CB5" w14:textId="77777777" w:rsidR="005D1BDB" w:rsidRPr="005D1BDB" w:rsidRDefault="005D1BDB" w:rsidP="005D1BDB">
      <w:pPr>
        <w:pStyle w:val="Listenabsatz"/>
        <w:rPr>
          <w:b/>
          <w:bCs/>
        </w:rPr>
      </w:pPr>
    </w:p>
    <w:p w14:paraId="050F33CF" w14:textId="183B4A94" w:rsidR="000E7C6A" w:rsidRPr="000E7C6A" w:rsidRDefault="000E7C6A" w:rsidP="000E7C6A">
      <w:pPr>
        <w:numPr>
          <w:ilvl w:val="0"/>
          <w:numId w:val="37"/>
        </w:numPr>
      </w:pPr>
      <w:r w:rsidRPr="000E7C6A">
        <w:rPr>
          <w:b/>
          <w:bCs/>
        </w:rPr>
        <w:t>26. Oktober – Pillerseetal Halbmarathon:</w:t>
      </w:r>
      <w:r w:rsidRPr="000E7C6A">
        <w:t xml:space="preserve"> Am österreichischen Nationalfeiertag führt die Strecke rund um die Buchensteinwand – ob Läufer, Walker oder Staffelteam, hier sind alle dabei.</w:t>
      </w:r>
    </w:p>
    <w:p w14:paraId="334342F9" w14:textId="6F070D34" w:rsidR="000E7C6A" w:rsidRPr="000E7C6A" w:rsidRDefault="000E7C6A" w:rsidP="000E7C6A">
      <w:pPr>
        <w:rPr>
          <w:b/>
          <w:bCs/>
        </w:rPr>
      </w:pPr>
      <w:r w:rsidRPr="000E7C6A">
        <w:rPr>
          <w:b/>
          <w:bCs/>
        </w:rPr>
        <w:t>Traditionelle Höhepunkte</w:t>
      </w:r>
    </w:p>
    <w:p w14:paraId="366D1BD4" w14:textId="1B729745" w:rsidR="000E7C6A" w:rsidRDefault="000E7C6A" w:rsidP="000E7C6A">
      <w:pPr>
        <w:numPr>
          <w:ilvl w:val="0"/>
          <w:numId w:val="38"/>
        </w:numPr>
      </w:pPr>
      <w:r w:rsidRPr="000E7C6A">
        <w:rPr>
          <w:b/>
          <w:bCs/>
        </w:rPr>
        <w:t>6. September – Almfest der Fieberbrunner Holzschuhdirndl’n</w:t>
      </w:r>
      <w:r w:rsidR="00982A89">
        <w:rPr>
          <w:b/>
          <w:bCs/>
        </w:rPr>
        <w:t xml:space="preserve"> ab 10 Uhr</w:t>
      </w:r>
      <w:r w:rsidRPr="000E7C6A">
        <w:rPr>
          <w:b/>
          <w:bCs/>
        </w:rPr>
        <w:t>:</w:t>
      </w:r>
      <w:r w:rsidRPr="000E7C6A">
        <w:t xml:space="preserve"> </w:t>
      </w:r>
      <w:r w:rsidR="00982A89">
        <w:t>In</w:t>
      </w:r>
      <w:r w:rsidRPr="000E7C6A">
        <w:t xml:space="preserve"> Fieberbrunn Tiroler Lebensfreude gefeiert – mit Musik, Schmankerln, Kaffee und Kuchen.</w:t>
      </w:r>
    </w:p>
    <w:p w14:paraId="71A781A0" w14:textId="09EE769E" w:rsidR="00262C1C" w:rsidRPr="000E7C6A" w:rsidRDefault="00262C1C" w:rsidP="000E7C6A">
      <w:pPr>
        <w:numPr>
          <w:ilvl w:val="0"/>
          <w:numId w:val="38"/>
        </w:numPr>
      </w:pPr>
      <w:r>
        <w:rPr>
          <w:b/>
          <w:bCs/>
        </w:rPr>
        <w:t>20.</w:t>
      </w:r>
      <w:r>
        <w:t xml:space="preserve"> </w:t>
      </w:r>
      <w:r w:rsidRPr="00262C1C">
        <w:rPr>
          <w:b/>
          <w:bCs/>
        </w:rPr>
        <w:t>September – Herbst Hoangascht</w:t>
      </w:r>
      <w:r w:rsidR="00982A89">
        <w:rPr>
          <w:b/>
          <w:bCs/>
        </w:rPr>
        <w:t xml:space="preserve"> ab 11 Uhr</w:t>
      </w:r>
      <w:r>
        <w:t>: E</w:t>
      </w:r>
      <w:r w:rsidRPr="00157FEF">
        <w:t>in geselliger Markt mit regionalen Köstlichkeiten, Musik und Mitfeierstimmung für die ganze Familie</w:t>
      </w:r>
    </w:p>
    <w:p w14:paraId="12D177E6" w14:textId="2D5595B4" w:rsidR="000E7C6A" w:rsidRPr="000E7C6A" w:rsidRDefault="00DD6006" w:rsidP="000E7C6A">
      <w:pPr>
        <w:numPr>
          <w:ilvl w:val="0"/>
          <w:numId w:val="38"/>
        </w:numPr>
      </w:pPr>
      <w:r>
        <w:rPr>
          <w:b/>
          <w:bCs/>
        </w:rPr>
        <w:t xml:space="preserve">13. + 20. September </w:t>
      </w:r>
      <w:r w:rsidR="00982A89">
        <w:rPr>
          <w:b/>
          <w:bCs/>
        </w:rPr>
        <w:t>–</w:t>
      </w:r>
      <w:r>
        <w:rPr>
          <w:b/>
          <w:bCs/>
        </w:rPr>
        <w:t xml:space="preserve"> </w:t>
      </w:r>
      <w:r w:rsidR="00982A89">
        <w:rPr>
          <w:b/>
          <w:bCs/>
        </w:rPr>
        <w:t xml:space="preserve">Traditionelle </w:t>
      </w:r>
      <w:r w:rsidR="000E7C6A" w:rsidRPr="000E7C6A">
        <w:rPr>
          <w:b/>
          <w:bCs/>
        </w:rPr>
        <w:t>Almabtriebe:</w:t>
      </w:r>
      <w:r w:rsidR="000E7C6A" w:rsidRPr="000E7C6A">
        <w:t xml:space="preserve"> Wenn die geschmückten Kühe ins Tal zurückkehren, ist dies einer der schönsten und ursprünglichsten Momente des alpinen Herbstes.</w:t>
      </w:r>
    </w:p>
    <w:p w14:paraId="604DC469" w14:textId="77777777" w:rsidR="00736680" w:rsidRDefault="00736680" w:rsidP="000E7C6A">
      <w:pPr>
        <w:rPr>
          <w:b/>
          <w:bCs/>
        </w:rPr>
      </w:pPr>
    </w:p>
    <w:p w14:paraId="08F16AE8" w14:textId="1AFC68D0" w:rsidR="000E7C6A" w:rsidRPr="000E7C6A" w:rsidRDefault="000E7C6A" w:rsidP="000E7C6A">
      <w:pPr>
        <w:rPr>
          <w:b/>
          <w:bCs/>
        </w:rPr>
      </w:pPr>
      <w:r w:rsidRPr="000E7C6A">
        <w:rPr>
          <w:b/>
          <w:bCs/>
        </w:rPr>
        <w:t>Herbstaktion der Pillerseetal Card</w:t>
      </w:r>
    </w:p>
    <w:p w14:paraId="309EEA2C" w14:textId="77777777" w:rsidR="000E7C6A" w:rsidRPr="000E7C6A" w:rsidRDefault="000E7C6A" w:rsidP="000E7C6A">
      <w:r w:rsidRPr="000E7C6A">
        <w:t xml:space="preserve">Ab 6. September profitieren Familien besonders: </w:t>
      </w:r>
      <w:r w:rsidRPr="000E7C6A">
        <w:rPr>
          <w:b/>
          <w:bCs/>
        </w:rPr>
        <w:t>Kinder erhalten die Pillerseetal Card kostenlos</w:t>
      </w:r>
      <w:r w:rsidRPr="000E7C6A">
        <w:t xml:space="preserve"> (ab drei Tagen Aufenthalt). Die All-Inclusive-Card öffnet Tür und Tor zu Bergbahnen, Erlebniswelten, Freizeitpark und Kinderprogramm.</w:t>
      </w:r>
    </w:p>
    <w:p w14:paraId="5B8A740C" w14:textId="1B814A81" w:rsidR="000E7C6A" w:rsidRPr="000E7C6A" w:rsidRDefault="000E7C6A" w:rsidP="000E7C6A">
      <w:pPr>
        <w:numPr>
          <w:ilvl w:val="0"/>
          <w:numId w:val="39"/>
        </w:numPr>
      </w:pPr>
      <w:r w:rsidRPr="000E7C6A">
        <w:t>Bergbahn Pillersee – Buchensteinwand &amp; Jakobskreuz</w:t>
      </w:r>
      <w:r w:rsidR="00DD6006">
        <w:t xml:space="preserve"> geöffnet</w:t>
      </w:r>
      <w:r w:rsidRPr="000E7C6A">
        <w:t xml:space="preserve"> bis 26.10.</w:t>
      </w:r>
    </w:p>
    <w:p w14:paraId="6992D6EF" w14:textId="573868BD" w:rsidR="000E7C6A" w:rsidRPr="000E7C6A" w:rsidRDefault="000E7C6A" w:rsidP="000E7C6A">
      <w:pPr>
        <w:numPr>
          <w:ilvl w:val="0"/>
          <w:numId w:val="39"/>
        </w:numPr>
      </w:pPr>
      <w:r w:rsidRPr="000E7C6A">
        <w:t xml:space="preserve">Bergbahnen Fieberbrunn – Timoks Wilde Welt </w:t>
      </w:r>
      <w:r w:rsidR="00DD6006">
        <w:t xml:space="preserve">geöffnet </w:t>
      </w:r>
      <w:r w:rsidRPr="000E7C6A">
        <w:t>bis 02.11.</w:t>
      </w:r>
    </w:p>
    <w:p w14:paraId="414C8237" w14:textId="04C69C3F" w:rsidR="000E7C6A" w:rsidRPr="000E7C6A" w:rsidRDefault="000E7C6A" w:rsidP="000E7C6A">
      <w:pPr>
        <w:numPr>
          <w:ilvl w:val="0"/>
          <w:numId w:val="39"/>
        </w:numPr>
      </w:pPr>
      <w:r w:rsidRPr="000E7C6A">
        <w:t xml:space="preserve">Bergbahn Steinplatte Waidring – Triassic Park </w:t>
      </w:r>
      <w:r w:rsidR="00DD6006">
        <w:t xml:space="preserve">geöffnet </w:t>
      </w:r>
      <w:r w:rsidRPr="000E7C6A">
        <w:t>bis 05.10.</w:t>
      </w:r>
    </w:p>
    <w:p w14:paraId="2F2C4755" w14:textId="31AD5A72" w:rsidR="000E7C6A" w:rsidRDefault="000E7C6A" w:rsidP="000E7C6A">
      <w:pPr>
        <w:numPr>
          <w:ilvl w:val="0"/>
          <w:numId w:val="39"/>
        </w:numPr>
      </w:pPr>
      <w:r w:rsidRPr="000E7C6A">
        <w:t xml:space="preserve">Erlebnispark Familienland </w:t>
      </w:r>
      <w:r w:rsidR="00DD6006">
        <w:t xml:space="preserve">geöffnet </w:t>
      </w:r>
      <w:r w:rsidRPr="000E7C6A">
        <w:t>bis Ende Oktober</w:t>
      </w:r>
    </w:p>
    <w:p w14:paraId="26E66DE9" w14:textId="77777777" w:rsidR="00883D76" w:rsidRDefault="00883D76" w:rsidP="00883D76"/>
    <w:p w14:paraId="7A5574E0" w14:textId="77777777" w:rsidR="00883D76" w:rsidRPr="00CB22A9" w:rsidRDefault="00883D76" w:rsidP="00883D76">
      <w:pPr>
        <w:rPr>
          <w:rFonts w:cs="Helvetica"/>
          <w:b/>
          <w:bCs/>
        </w:rPr>
      </w:pPr>
      <w:r w:rsidRPr="00CB22A9">
        <w:rPr>
          <w:rFonts w:cs="Helvetica"/>
          <w:b/>
          <w:bCs/>
        </w:rPr>
        <w:t>Nachhaltig unterwegs: Sanft mobil durchs Tal</w:t>
      </w:r>
    </w:p>
    <w:p w14:paraId="3B71BA99" w14:textId="627399C2" w:rsidR="00883D76" w:rsidRPr="00CB22A9" w:rsidRDefault="00883D76" w:rsidP="00883D76">
      <w:pPr>
        <w:rPr>
          <w:rFonts w:cs="Helvetica"/>
        </w:rPr>
      </w:pPr>
      <w:r w:rsidRPr="00CB22A9">
        <w:rPr>
          <w:rFonts w:cs="Helvetica"/>
        </w:rPr>
        <w:t xml:space="preserve">Das Pillerseetal setzt bewusst auf nachhaltige Mobilität. Wer mit der Bahn anreist, wird mit einem kostenlosen Taxitransfer zur Unterkunft belohnt (bei Buchung über </w:t>
      </w:r>
      <w:hyperlink r:id="rId8" w:tgtFrame="_new" w:history="1">
        <w:r w:rsidRPr="00CB22A9">
          <w:rPr>
            <w:rStyle w:val="Hyperlink"/>
            <w:rFonts w:cs="Helvetica"/>
            <w:sz w:val="21"/>
          </w:rPr>
          <w:t>autofrei.tirol</w:t>
        </w:r>
      </w:hyperlink>
      <w:r w:rsidRPr="00CB22A9">
        <w:rPr>
          <w:rFonts w:cs="Helvetica"/>
        </w:rPr>
        <w:t>). Vor Ort nutzen Gäste mit der Gästekarte kostenlos den Regiobus, sowie Züge (REX, S-Bahn) zwischen Hochfilzen und Wörgl/Kirchbichl – umweltfreundlich und bequem.</w:t>
      </w:r>
      <w:r w:rsidRPr="002701B8">
        <w:rPr>
          <w:rFonts w:cs="Helvetica"/>
        </w:rPr>
        <w:t xml:space="preserve"> </w:t>
      </w:r>
    </w:p>
    <w:p w14:paraId="34228155" w14:textId="5F1AF163" w:rsidR="00DD6006" w:rsidRDefault="00982A89" w:rsidP="00883D76">
      <w:pPr>
        <w:rPr>
          <w:rFonts w:cs="Helvetica"/>
          <w:b/>
          <w:bCs/>
        </w:rPr>
      </w:pPr>
      <w:r w:rsidRPr="00982A89">
        <w:rPr>
          <w:rFonts w:cs="Helvetica"/>
          <w:b/>
          <w:bCs/>
        </w:rPr>
        <w:t>Ein Tal, das verbindet – Natur, Genuss, Tradition</w:t>
      </w:r>
    </w:p>
    <w:p w14:paraId="18E97597" w14:textId="019DBBE1" w:rsidR="00883D76" w:rsidRPr="00982A89" w:rsidRDefault="00982A89" w:rsidP="00883D76">
      <w:pPr>
        <w:rPr>
          <w:rFonts w:cs="Helvetica"/>
        </w:rPr>
      </w:pPr>
      <w:r w:rsidRPr="00982A89">
        <w:rPr>
          <w:rFonts w:cs="Helvetica"/>
        </w:rPr>
        <w:t xml:space="preserve">Im Herbst zeigt sich das Pillerseetal von seiner wohl schönsten Seite. Wenn sich die Wälder in warmes Rot und Gold tauchen und klare Bergluft die Sinne belebt, wird die Region zum Kraftplatz für Körper und Seele. Zwischen bunten Wiesen, stillen Seen und majestätischen Gipfeln finden Familien, Genießer, Sportler und Naturmenschen ihr ganz persönliches Herbstglück. Ob bei einer Wanderung durch raschelndes Laub, einer Bike-Tour über sonnige Trails in Fieberbrunn oder einer zünftigen Einkehr auf der Alm – hier </w:t>
      </w:r>
      <w:r w:rsidRPr="00982A89">
        <w:rPr>
          <w:rFonts w:cs="Helvetica"/>
        </w:rPr>
        <w:lastRenderedPageBreak/>
        <w:t>verbindet sich Ursprünglichkeit mit Komfort zu einem einzigartigen Lebensgefühl. Und wer die Tradition liebt, entdeckt auf den zahlreichen Festen und Märkten die kulturelle Seele des Tales.</w:t>
      </w:r>
    </w:p>
    <w:p w14:paraId="75495675" w14:textId="485F0E04" w:rsidR="004634BA" w:rsidRPr="000E7C6A" w:rsidRDefault="00883D76" w:rsidP="000E7C6A">
      <w:r w:rsidRPr="00CB22A9">
        <w:rPr>
          <w:rFonts w:cs="Helvetica"/>
          <w:b/>
          <w:bCs/>
        </w:rPr>
        <w:t>Weitere Informationen &amp; Urlaubsplanung:</w:t>
      </w:r>
      <w:r w:rsidR="003B2BD1">
        <w:rPr>
          <w:rFonts w:cs="Helvetica"/>
          <w:b/>
          <w:bCs/>
        </w:rPr>
        <w:t xml:space="preserve"> </w:t>
      </w:r>
      <w:r w:rsidRPr="00CB22A9">
        <w:rPr>
          <w:rFonts w:cs="Helvetica"/>
        </w:rPr>
        <w:t>Tourismusverband Pillerseetal – Kitzbüheler Alpen</w:t>
      </w:r>
      <w:r w:rsidR="003B2BD1">
        <w:rPr>
          <w:rFonts w:cs="Helvetica"/>
        </w:rPr>
        <w:t>,</w:t>
      </w:r>
      <w:r w:rsidRPr="00CB22A9">
        <w:rPr>
          <w:rFonts w:cs="Helvetica"/>
        </w:rPr>
        <w:t>Dorfplatz 1, A-6391 Fieberbrunn</w:t>
      </w:r>
      <w:r w:rsidR="003B2BD1">
        <w:rPr>
          <w:rFonts w:cs="Helvetica"/>
        </w:rPr>
        <w:t>,</w:t>
      </w:r>
      <w:r w:rsidRPr="00CB22A9">
        <w:rPr>
          <w:rFonts w:cs="Helvetica"/>
        </w:rPr>
        <w:t>Tel. +43 (0)5354 / 563 04</w:t>
      </w:r>
      <w:r w:rsidR="003B2BD1">
        <w:rPr>
          <w:rFonts w:cs="Helvetica"/>
        </w:rPr>
        <w:t>,</w:t>
      </w:r>
      <w:r w:rsidRPr="00CB22A9">
        <w:rPr>
          <w:rFonts w:cs="Helvetica"/>
        </w:rPr>
        <w:t>info@pillerseetal.at</w:t>
      </w:r>
      <w:r w:rsidRPr="00CB22A9">
        <w:rPr>
          <w:rFonts w:cs="Helvetica"/>
        </w:rPr>
        <w:br/>
      </w:r>
      <w:hyperlink r:id="rId9" w:tgtFrame="_new" w:history="1">
        <w:r w:rsidRPr="00CB22A9">
          <w:rPr>
            <w:rStyle w:val="Hyperlink"/>
            <w:rFonts w:cs="Helvetica"/>
            <w:sz w:val="21"/>
          </w:rPr>
          <w:t>www.pillerseetal.at</w:t>
        </w:r>
      </w:hyperlink>
    </w:p>
    <w:sectPr w:rsidR="004634BA" w:rsidRPr="000E7C6A" w:rsidSect="00A10D70">
      <w:headerReference w:type="default" r:id="rId10"/>
      <w:footerReference w:type="even" r:id="rId11"/>
      <w:footerReference w:type="default" r:id="rId12"/>
      <w:headerReference w:type="first" r:id="rId13"/>
      <w:footerReference w:type="first" r:id="rId14"/>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CECFE" w14:textId="77777777" w:rsidR="00B118CD" w:rsidRDefault="00B118CD" w:rsidP="007E760E">
      <w:pPr>
        <w:spacing w:after="0" w:line="240" w:lineRule="auto"/>
      </w:pPr>
      <w:r>
        <w:separator/>
      </w:r>
    </w:p>
  </w:endnote>
  <w:endnote w:type="continuationSeparator" w:id="0">
    <w:p w14:paraId="58B9EB7E" w14:textId="77777777" w:rsidR="00B118CD" w:rsidRDefault="00B118CD"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2CDAFAD3"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67D52CBE"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AD935"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300BBF90"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4DC0D413"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0D3E6075" wp14:editId="2D072772">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5D1BDB">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7994B1CB"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5875B13B"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36B13" w14:textId="77777777"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3794C" w14:textId="77777777" w:rsidR="00B118CD" w:rsidRDefault="00B118CD" w:rsidP="007E760E">
      <w:pPr>
        <w:spacing w:after="0" w:line="240" w:lineRule="auto"/>
      </w:pPr>
      <w:r>
        <w:separator/>
      </w:r>
    </w:p>
  </w:footnote>
  <w:footnote w:type="continuationSeparator" w:id="0">
    <w:p w14:paraId="01ADE37B" w14:textId="77777777" w:rsidR="00B118CD" w:rsidRDefault="00B118CD"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C6D69" w14:textId="77777777" w:rsidR="00A10D70" w:rsidRDefault="00A10D70" w:rsidP="00A10D70">
    <w:pPr>
      <w:pStyle w:val="Fuzeile"/>
    </w:pPr>
    <w:r>
      <w:rPr>
        <w:noProof/>
      </w:rPr>
      <w:drawing>
        <wp:anchor distT="0" distB="0" distL="114300" distR="114300" simplePos="0" relativeHeight="251671552" behindDoc="0" locked="0" layoutInCell="1" allowOverlap="1" wp14:anchorId="20DFA335" wp14:editId="3E84F1D5">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6DCE5126"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68FEE" w14:textId="77777777" w:rsidR="004974FA" w:rsidRDefault="00C42DEF">
    <w:pPr>
      <w:pStyle w:val="Kopfzeile"/>
    </w:pPr>
    <w:r>
      <w:rPr>
        <w:noProof/>
      </w:rPr>
      <w:drawing>
        <wp:anchor distT="0" distB="0" distL="114300" distR="114300" simplePos="0" relativeHeight="251679744" behindDoc="0" locked="0" layoutInCell="1" allowOverlap="1" wp14:anchorId="06810A13" wp14:editId="1F6C1D39">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464DE"/>
    <w:multiLevelType w:val="multilevel"/>
    <w:tmpl w:val="AB6E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6"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79E0341"/>
    <w:multiLevelType w:val="multilevel"/>
    <w:tmpl w:val="0346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BA3241F"/>
    <w:multiLevelType w:val="multilevel"/>
    <w:tmpl w:val="C58A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3"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CD43FF"/>
    <w:multiLevelType w:val="hybridMultilevel"/>
    <w:tmpl w:val="16B8D3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4BA77F88"/>
    <w:multiLevelType w:val="multilevel"/>
    <w:tmpl w:val="B6C8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8" w15:restartNumberingAfterBreak="0">
    <w:nsid w:val="61C16598"/>
    <w:multiLevelType w:val="multilevel"/>
    <w:tmpl w:val="69E62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B36DAB"/>
    <w:multiLevelType w:val="multilevel"/>
    <w:tmpl w:val="0682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CB3032"/>
    <w:multiLevelType w:val="hybridMultilevel"/>
    <w:tmpl w:val="3F3E97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32" w15:restartNumberingAfterBreak="0">
    <w:nsid w:val="69CA38A2"/>
    <w:multiLevelType w:val="multilevel"/>
    <w:tmpl w:val="B5B45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34"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0DA1E65"/>
    <w:multiLevelType w:val="multilevel"/>
    <w:tmpl w:val="6412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3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9"/>
  </w:num>
  <w:num w:numId="3" w16cid:durableId="1356424225">
    <w:abstractNumId w:val="13"/>
  </w:num>
  <w:num w:numId="4" w16cid:durableId="282464406">
    <w:abstractNumId w:val="38"/>
  </w:num>
  <w:num w:numId="5" w16cid:durableId="313070195">
    <w:abstractNumId w:val="34"/>
  </w:num>
  <w:num w:numId="6" w16cid:durableId="1955477440">
    <w:abstractNumId w:val="33"/>
  </w:num>
  <w:num w:numId="7" w16cid:durableId="1635329883">
    <w:abstractNumId w:val="10"/>
  </w:num>
  <w:num w:numId="8" w16cid:durableId="1413312556">
    <w:abstractNumId w:val="16"/>
  </w:num>
  <w:num w:numId="9" w16cid:durableId="386144677">
    <w:abstractNumId w:val="26"/>
  </w:num>
  <w:num w:numId="10" w16cid:durableId="109739089">
    <w:abstractNumId w:val="37"/>
  </w:num>
  <w:num w:numId="11" w16cid:durableId="375467094">
    <w:abstractNumId w:val="23"/>
  </w:num>
  <w:num w:numId="12" w16cid:durableId="1902062572">
    <w:abstractNumId w:val="15"/>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22"/>
  </w:num>
  <w:num w:numId="24" w16cid:durableId="822625360">
    <w:abstractNumId w:val="18"/>
  </w:num>
  <w:num w:numId="25" w16cid:durableId="427850240">
    <w:abstractNumId w:val="31"/>
  </w:num>
  <w:num w:numId="26" w16cid:durableId="9486568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7"/>
  </w:num>
  <w:num w:numId="28" w16cid:durableId="620648647">
    <w:abstractNumId w:val="14"/>
  </w:num>
  <w:num w:numId="29" w16cid:durableId="1776561189">
    <w:abstractNumId w:val="21"/>
  </w:num>
  <w:num w:numId="30" w16cid:durableId="1374771198">
    <w:abstractNumId w:val="35"/>
  </w:num>
  <w:num w:numId="31" w16cid:durableId="1961835376">
    <w:abstractNumId w:val="39"/>
  </w:num>
  <w:num w:numId="32" w16cid:durableId="1712341368">
    <w:abstractNumId w:val="12"/>
  </w:num>
  <w:num w:numId="33" w16cid:durableId="651832340">
    <w:abstractNumId w:val="29"/>
  </w:num>
  <w:num w:numId="34" w16cid:durableId="1541749846">
    <w:abstractNumId w:val="17"/>
  </w:num>
  <w:num w:numId="35" w16cid:durableId="1966155905">
    <w:abstractNumId w:val="32"/>
  </w:num>
  <w:num w:numId="36" w16cid:durableId="782190636">
    <w:abstractNumId w:val="20"/>
  </w:num>
  <w:num w:numId="37" w16cid:durableId="1701390901">
    <w:abstractNumId w:val="36"/>
  </w:num>
  <w:num w:numId="38" w16cid:durableId="1987008396">
    <w:abstractNumId w:val="28"/>
  </w:num>
  <w:num w:numId="39" w16cid:durableId="1571382466">
    <w:abstractNumId w:val="25"/>
  </w:num>
  <w:num w:numId="40" w16cid:durableId="789667121">
    <w:abstractNumId w:val="30"/>
  </w:num>
  <w:num w:numId="41" w16cid:durableId="179976460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8CD"/>
    <w:rsid w:val="00072DBB"/>
    <w:rsid w:val="000A273A"/>
    <w:rsid w:val="000E7C6A"/>
    <w:rsid w:val="00100669"/>
    <w:rsid w:val="001308C5"/>
    <w:rsid w:val="001431D3"/>
    <w:rsid w:val="00157FEF"/>
    <w:rsid w:val="00195FFD"/>
    <w:rsid w:val="001C69FF"/>
    <w:rsid w:val="001E7EE1"/>
    <w:rsid w:val="002051B5"/>
    <w:rsid w:val="00210FBF"/>
    <w:rsid w:val="00215ACF"/>
    <w:rsid w:val="00226C4B"/>
    <w:rsid w:val="00262C1C"/>
    <w:rsid w:val="002654A7"/>
    <w:rsid w:val="00267DA9"/>
    <w:rsid w:val="00294B49"/>
    <w:rsid w:val="002A24BA"/>
    <w:rsid w:val="002D27D3"/>
    <w:rsid w:val="00350E0B"/>
    <w:rsid w:val="0036084D"/>
    <w:rsid w:val="0036725A"/>
    <w:rsid w:val="00377AD4"/>
    <w:rsid w:val="0039280D"/>
    <w:rsid w:val="003B2BD1"/>
    <w:rsid w:val="003D1D26"/>
    <w:rsid w:val="003F0D53"/>
    <w:rsid w:val="004634BA"/>
    <w:rsid w:val="0046443E"/>
    <w:rsid w:val="004974FA"/>
    <w:rsid w:val="004B2C5F"/>
    <w:rsid w:val="004B6B64"/>
    <w:rsid w:val="0051072C"/>
    <w:rsid w:val="005C19AF"/>
    <w:rsid w:val="005D1BDB"/>
    <w:rsid w:val="00603D73"/>
    <w:rsid w:val="0060632E"/>
    <w:rsid w:val="00624DDC"/>
    <w:rsid w:val="006735E5"/>
    <w:rsid w:val="006E5AAD"/>
    <w:rsid w:val="006E6653"/>
    <w:rsid w:val="006F1D08"/>
    <w:rsid w:val="007222B9"/>
    <w:rsid w:val="00736680"/>
    <w:rsid w:val="00751DE5"/>
    <w:rsid w:val="00760AC8"/>
    <w:rsid w:val="007A36EA"/>
    <w:rsid w:val="007A5AE2"/>
    <w:rsid w:val="007A6723"/>
    <w:rsid w:val="007C2A94"/>
    <w:rsid w:val="007E760E"/>
    <w:rsid w:val="00806A3F"/>
    <w:rsid w:val="00826968"/>
    <w:rsid w:val="00883D76"/>
    <w:rsid w:val="008876AB"/>
    <w:rsid w:val="0089615A"/>
    <w:rsid w:val="00916924"/>
    <w:rsid w:val="009468AA"/>
    <w:rsid w:val="00982A89"/>
    <w:rsid w:val="0098378C"/>
    <w:rsid w:val="00A05F2D"/>
    <w:rsid w:val="00A10D70"/>
    <w:rsid w:val="00A260E2"/>
    <w:rsid w:val="00A414D0"/>
    <w:rsid w:val="00A50C25"/>
    <w:rsid w:val="00AF5C88"/>
    <w:rsid w:val="00B118CD"/>
    <w:rsid w:val="00B873CC"/>
    <w:rsid w:val="00BB3000"/>
    <w:rsid w:val="00BD05CA"/>
    <w:rsid w:val="00C26C04"/>
    <w:rsid w:val="00C42DEF"/>
    <w:rsid w:val="00C812B1"/>
    <w:rsid w:val="00C8679E"/>
    <w:rsid w:val="00D7635C"/>
    <w:rsid w:val="00D97B7F"/>
    <w:rsid w:val="00DA59B3"/>
    <w:rsid w:val="00DB18D2"/>
    <w:rsid w:val="00DD6006"/>
    <w:rsid w:val="00E24E0F"/>
    <w:rsid w:val="00E4433F"/>
    <w:rsid w:val="00E93E9B"/>
    <w:rsid w:val="00EA6ACA"/>
    <w:rsid w:val="00EB5908"/>
    <w:rsid w:val="00ED25CE"/>
    <w:rsid w:val="00F16EAA"/>
    <w:rsid w:val="00F563E8"/>
    <w:rsid w:val="00F917C1"/>
    <w:rsid w:val="00FF1A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4DB13"/>
  <w15:chartTrackingRefBased/>
  <w15:docId w15:val="{32E077EE-3080-4A58-BEDB-1C3CCFCD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B11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frei.tiro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illerseetal.at"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GRAFIK\1%20Marken%20Relaunch\01%20B&#252;ro%20allg%20(Powerpoint,%20Briefvorlage%20docx)\pst_Dokument%20einseitig-vorlage_2024.dotx" TargetMode="External"/></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pst_Dokument einseitig-vorlage_2024.dotx</Template>
  <TotalTime>0</TotalTime>
  <Pages>3</Pages>
  <Words>673</Words>
  <Characters>4243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dc:creator>
  <cp:keywords/>
  <dc:description/>
  <cp:lastModifiedBy>Marion Pichler – Pillerseetal – Kitzbüheler Alpen</cp:lastModifiedBy>
  <cp:revision>10</cp:revision>
  <cp:lastPrinted>2025-08-21T06:33:00Z</cp:lastPrinted>
  <dcterms:created xsi:type="dcterms:W3CDTF">2025-08-20T06:52:00Z</dcterms:created>
  <dcterms:modified xsi:type="dcterms:W3CDTF">2025-08-22T06:10:00Z</dcterms:modified>
</cp:coreProperties>
</file>